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65B1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65B1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65B1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65B1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565B1E">
      <w:rPr>
        <w:i/>
        <w:szCs w:val="24"/>
      </w:rPr>
      <w:t>10021997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5B1E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344924E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97372-3381-48B3-A60C-E9CB002B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2021-09-28T06:49:00Z</dcterms:created>
  <dcterms:modified xsi:type="dcterms:W3CDTF">2021-09-28T06:49:00Z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